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95D2F" w14:textId="77777777" w:rsidR="009D52E2" w:rsidRPr="00256D28" w:rsidRDefault="009D52E2" w:rsidP="00C844BC">
      <w:pPr>
        <w:spacing w:after="0" w:line="240" w:lineRule="auto"/>
        <w:ind w:left="360"/>
        <w:rPr>
          <w:rFonts w:ascii="Avenir Book" w:hAnsi="Avenir Book" w:cs="Arial"/>
          <w:b/>
          <w:bCs/>
          <w:noProof/>
          <w:sz w:val="24"/>
          <w:szCs w:val="24"/>
        </w:rPr>
      </w:pPr>
    </w:p>
    <w:p w14:paraId="4FE8C73D" w14:textId="77777777" w:rsidR="009D52E2" w:rsidRPr="00256D28" w:rsidRDefault="009D52E2" w:rsidP="00C844BC">
      <w:pPr>
        <w:spacing w:after="0" w:line="240" w:lineRule="auto"/>
        <w:ind w:left="360"/>
        <w:rPr>
          <w:rFonts w:ascii="Avenir Book" w:hAnsi="Avenir Book" w:cs="Arial"/>
          <w:b/>
          <w:bCs/>
          <w:noProof/>
          <w:sz w:val="24"/>
          <w:szCs w:val="24"/>
        </w:rPr>
      </w:pPr>
    </w:p>
    <w:p w14:paraId="30304FF8" w14:textId="77777777" w:rsidR="009D52E2" w:rsidRPr="00D20968" w:rsidRDefault="009D52E2" w:rsidP="00472B13">
      <w:pPr>
        <w:spacing w:after="0" w:line="240" w:lineRule="auto"/>
        <w:rPr>
          <w:rFonts w:ascii="Avenir Book" w:hAnsi="Avenir Book" w:cs="Arial"/>
          <w:b/>
          <w:bCs/>
          <w:noProof/>
          <w:sz w:val="24"/>
          <w:szCs w:val="24"/>
        </w:rPr>
      </w:pPr>
    </w:p>
    <w:p w14:paraId="4878AAA5" w14:textId="7456DEED" w:rsidR="0062283A" w:rsidRPr="00D20968" w:rsidRDefault="00AA05B7" w:rsidP="00472B13">
      <w:pPr>
        <w:spacing w:after="0" w:line="240" w:lineRule="auto"/>
        <w:rPr>
          <w:rFonts w:ascii="Avenir Book" w:hAnsi="Avenir Book" w:cs="Arial"/>
          <w:b/>
          <w:bCs/>
          <w:sz w:val="24"/>
          <w:szCs w:val="24"/>
        </w:rPr>
      </w:pPr>
      <w:r w:rsidRPr="00D20968">
        <w:rPr>
          <w:rFonts w:ascii="Avenir Book" w:hAnsi="Avenir Book" w:cs="Arial"/>
          <w:b/>
          <w:bCs/>
          <w:noProof/>
          <w:sz w:val="24"/>
          <w:szCs w:val="24"/>
        </w:rPr>
        <w:t>Operational</w:t>
      </w:r>
      <w:r w:rsidR="00B365BE" w:rsidRPr="00D20968">
        <w:rPr>
          <w:rFonts w:ascii="Avenir Book" w:hAnsi="Avenir Book" w:cs="Arial"/>
          <w:b/>
          <w:bCs/>
          <w:noProof/>
          <w:sz w:val="24"/>
          <w:szCs w:val="24"/>
        </w:rPr>
        <w:t xml:space="preserve"> Committee </w:t>
      </w:r>
      <w:r w:rsidR="002D4245" w:rsidRPr="00D20968">
        <w:rPr>
          <w:rFonts w:ascii="Avenir Book" w:hAnsi="Avenir Book" w:cs="Arial"/>
          <w:b/>
          <w:bCs/>
          <w:sz w:val="24"/>
          <w:szCs w:val="24"/>
        </w:rPr>
        <w:t>Meeting Agenda</w:t>
      </w:r>
    </w:p>
    <w:p w14:paraId="52AE4BDA" w14:textId="7CF0A3E2" w:rsidR="00392279" w:rsidRPr="00D20968" w:rsidRDefault="00DA1AEA" w:rsidP="00472B13">
      <w:pPr>
        <w:spacing w:after="0" w:line="240" w:lineRule="auto"/>
        <w:rPr>
          <w:rFonts w:ascii="Avenir Book" w:hAnsi="Avenir Book" w:cs="Arial"/>
          <w:bCs/>
          <w:sz w:val="24"/>
          <w:szCs w:val="24"/>
        </w:rPr>
      </w:pPr>
      <w:r w:rsidRPr="00D20968">
        <w:rPr>
          <w:rFonts w:ascii="Avenir Book" w:hAnsi="Avenir Book" w:cs="Arial"/>
          <w:bCs/>
          <w:sz w:val="24"/>
          <w:szCs w:val="24"/>
        </w:rPr>
        <w:t>1</w:t>
      </w:r>
      <w:r w:rsidR="00411A67" w:rsidRPr="00D20968">
        <w:rPr>
          <w:rFonts w:ascii="Avenir Book" w:hAnsi="Avenir Book" w:cs="Arial"/>
          <w:bCs/>
          <w:sz w:val="24"/>
          <w:szCs w:val="24"/>
        </w:rPr>
        <w:t>0</w:t>
      </w:r>
      <w:r w:rsidRPr="00D20968">
        <w:rPr>
          <w:rFonts w:ascii="Avenir Book" w:hAnsi="Avenir Book" w:cs="Arial"/>
          <w:bCs/>
          <w:sz w:val="24"/>
          <w:szCs w:val="24"/>
        </w:rPr>
        <w:t xml:space="preserve"> </w:t>
      </w:r>
      <w:r w:rsidR="00767537" w:rsidRPr="00D20968">
        <w:rPr>
          <w:rFonts w:ascii="Avenir Book" w:hAnsi="Avenir Book" w:cs="Arial"/>
          <w:bCs/>
          <w:sz w:val="24"/>
          <w:szCs w:val="24"/>
        </w:rPr>
        <w:t>AM</w:t>
      </w:r>
      <w:r w:rsidR="006A3E92" w:rsidRPr="00D20968">
        <w:rPr>
          <w:rFonts w:ascii="Avenir Book" w:hAnsi="Avenir Book" w:cs="Arial"/>
          <w:bCs/>
          <w:sz w:val="24"/>
          <w:szCs w:val="24"/>
        </w:rPr>
        <w:t>- 11 AM</w:t>
      </w:r>
    </w:p>
    <w:p w14:paraId="728CE830" w14:textId="77777777" w:rsidR="006A3E92" w:rsidRPr="00D20968" w:rsidRDefault="0006335F" w:rsidP="0047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venir Book" w:hAnsi="Avenir Book" w:cs="Helvetica"/>
          <w:color w:val="000000" w:themeColor="text1"/>
          <w:sz w:val="24"/>
          <w:szCs w:val="24"/>
        </w:rPr>
      </w:pPr>
      <w:r w:rsidRPr="00D20968">
        <w:rPr>
          <w:rFonts w:ascii="Avenir Book" w:hAnsi="Avenir Book" w:cs="Helvetica"/>
          <w:color w:val="000000" w:themeColor="text1"/>
          <w:sz w:val="24"/>
          <w:szCs w:val="24"/>
        </w:rPr>
        <w:t xml:space="preserve">Zoom Meeting </w:t>
      </w:r>
      <w:hyperlink r:id="rId7" w:history="1">
        <w:r w:rsidR="00B10FBD" w:rsidRPr="00D20968">
          <w:rPr>
            <w:rStyle w:val="Hyperlink"/>
            <w:rFonts w:ascii="Avenir Book" w:eastAsia="Times New Roman" w:hAnsi="Avenir Book"/>
            <w:sz w:val="24"/>
            <w:szCs w:val="24"/>
          </w:rPr>
          <w:t>https://</w:t>
        </w:r>
        <w:proofErr w:type="spellStart"/>
        <w:r w:rsidR="00B10FBD" w:rsidRPr="00D20968">
          <w:rPr>
            <w:rStyle w:val="Hyperlink"/>
            <w:rFonts w:ascii="Avenir Book" w:eastAsia="Times New Roman" w:hAnsi="Avenir Book"/>
            <w:sz w:val="24"/>
            <w:szCs w:val="24"/>
          </w:rPr>
          <w:t>us02web.zoom.us</w:t>
        </w:r>
        <w:proofErr w:type="spellEnd"/>
        <w:r w:rsidR="00B10FBD" w:rsidRPr="00D20968">
          <w:rPr>
            <w:rStyle w:val="Hyperlink"/>
            <w:rFonts w:ascii="Avenir Book" w:eastAsia="Times New Roman" w:hAnsi="Avenir Book"/>
            <w:sz w:val="24"/>
            <w:szCs w:val="24"/>
          </w:rPr>
          <w:t>/j/8568063574</w:t>
        </w:r>
      </w:hyperlink>
    </w:p>
    <w:p w14:paraId="443C868D" w14:textId="667D5E06" w:rsidR="004D146D" w:rsidRPr="00D20968" w:rsidRDefault="004D146D" w:rsidP="0047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venir Book" w:hAnsi="Avenir Book" w:cs="Helvetica"/>
          <w:color w:val="000000" w:themeColor="text1"/>
          <w:sz w:val="24"/>
          <w:szCs w:val="24"/>
        </w:rPr>
      </w:pPr>
      <w:r w:rsidRPr="00D20968">
        <w:rPr>
          <w:rFonts w:ascii="Avenir Book" w:hAnsi="Avenir Book" w:cs="Helvetica"/>
          <w:color w:val="000000" w:themeColor="text1"/>
          <w:sz w:val="24"/>
          <w:szCs w:val="24"/>
        </w:rPr>
        <w:t xml:space="preserve">Meeting ID: </w:t>
      </w:r>
      <w:r w:rsidRPr="00D20968">
        <w:rPr>
          <w:rFonts w:ascii="Avenir Book" w:hAnsi="Avenir Book" w:cs="Helvetica"/>
          <w:color w:val="000000" w:themeColor="text1"/>
          <w:sz w:val="24"/>
          <w:szCs w:val="24"/>
        </w:rPr>
        <w:tab/>
        <w:t>856 806 3574</w:t>
      </w:r>
    </w:p>
    <w:p w14:paraId="26A361C6" w14:textId="790AA7F5" w:rsidR="004D146D" w:rsidRPr="00D20968" w:rsidRDefault="004D146D" w:rsidP="0047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venir Book" w:hAnsi="Avenir Book" w:cs="Helvetica"/>
          <w:color w:val="000000" w:themeColor="text1"/>
          <w:sz w:val="24"/>
          <w:szCs w:val="24"/>
        </w:rPr>
      </w:pPr>
      <w:r w:rsidRPr="00D20968">
        <w:rPr>
          <w:rFonts w:ascii="Avenir Book" w:hAnsi="Avenir Book" w:cs="Helvetica"/>
          <w:color w:val="000000" w:themeColor="text1"/>
          <w:sz w:val="24"/>
          <w:szCs w:val="24"/>
        </w:rPr>
        <w:t>Call In:</w:t>
      </w:r>
      <w:r w:rsidRPr="00D20968">
        <w:rPr>
          <w:rFonts w:ascii="Avenir Book" w:hAnsi="Avenir Book" w:cs="Helvetica"/>
          <w:color w:val="000000" w:themeColor="text1"/>
          <w:sz w:val="24"/>
          <w:szCs w:val="24"/>
        </w:rPr>
        <w:tab/>
      </w:r>
      <w:r w:rsidRPr="00D20968">
        <w:rPr>
          <w:rFonts w:ascii="Avenir Book" w:hAnsi="Avenir Book" w:cs="Helvetica"/>
          <w:color w:val="000000" w:themeColor="text1"/>
          <w:sz w:val="24"/>
          <w:szCs w:val="24"/>
        </w:rPr>
        <w:tab/>
        <w:t>1 929 205 6099</w:t>
      </w:r>
    </w:p>
    <w:p w14:paraId="496E79A7" w14:textId="77777777" w:rsidR="00D20968" w:rsidRPr="00D20968" w:rsidRDefault="00D20968" w:rsidP="00472B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venir Book" w:hAnsi="Avenir Book" w:cs="Helvetica"/>
          <w:color w:val="000000" w:themeColor="text1"/>
          <w:sz w:val="24"/>
          <w:szCs w:val="24"/>
        </w:rPr>
      </w:pPr>
    </w:p>
    <w:p w14:paraId="7C2A8F5F" w14:textId="77777777" w:rsidR="008832E0" w:rsidRPr="00D20968" w:rsidRDefault="008832E0" w:rsidP="00D81DDB">
      <w:pPr>
        <w:numPr>
          <w:ilvl w:val="0"/>
          <w:numId w:val="24"/>
        </w:numPr>
        <w:spacing w:after="0" w:line="240" w:lineRule="auto"/>
        <w:textAlignment w:val="center"/>
        <w:rPr>
          <w:rFonts w:ascii="Avenir Book" w:hAnsi="Avenir Book" w:cs="Arial"/>
          <w:sz w:val="24"/>
          <w:szCs w:val="24"/>
        </w:rPr>
      </w:pPr>
      <w:r w:rsidRPr="00D20968">
        <w:rPr>
          <w:rFonts w:ascii="Avenir Book" w:hAnsi="Avenir Book" w:cs="Arial"/>
          <w:sz w:val="24"/>
          <w:szCs w:val="24"/>
        </w:rPr>
        <w:t>Approve Minutes</w:t>
      </w:r>
    </w:p>
    <w:p w14:paraId="612773D3" w14:textId="72B958B8" w:rsidR="001C6175" w:rsidRPr="00D20968" w:rsidRDefault="001C6175" w:rsidP="00D81DDB">
      <w:pPr>
        <w:numPr>
          <w:ilvl w:val="0"/>
          <w:numId w:val="24"/>
        </w:numPr>
        <w:spacing w:after="0" w:line="240" w:lineRule="auto"/>
        <w:textAlignment w:val="center"/>
        <w:rPr>
          <w:rFonts w:ascii="Avenir Book" w:hAnsi="Avenir Book" w:cs="Arial"/>
          <w:sz w:val="24"/>
          <w:szCs w:val="24"/>
        </w:rPr>
      </w:pPr>
      <w:r w:rsidRPr="00D20968">
        <w:rPr>
          <w:rFonts w:ascii="Avenir Book" w:hAnsi="Avenir Book" w:cs="Arial"/>
          <w:sz w:val="24"/>
          <w:szCs w:val="24"/>
        </w:rPr>
        <w:t xml:space="preserve">Budget </w:t>
      </w:r>
      <w:r w:rsidR="00D05A7F">
        <w:rPr>
          <w:rFonts w:ascii="Avenir Book" w:hAnsi="Avenir Book" w:cs="Arial"/>
          <w:sz w:val="24"/>
          <w:szCs w:val="24"/>
        </w:rPr>
        <w:t xml:space="preserve">&amp; Benefit </w:t>
      </w:r>
      <w:r w:rsidR="00B871E7" w:rsidRPr="00D20968">
        <w:rPr>
          <w:rFonts w:ascii="Avenir Book" w:hAnsi="Avenir Book" w:cs="Arial"/>
          <w:sz w:val="24"/>
          <w:szCs w:val="24"/>
        </w:rPr>
        <w:t>News</w:t>
      </w:r>
      <w:r w:rsidRPr="00D20968">
        <w:rPr>
          <w:rFonts w:ascii="Avenir Book" w:hAnsi="Avenir Book" w:cs="Arial"/>
          <w:sz w:val="24"/>
          <w:szCs w:val="24"/>
        </w:rPr>
        <w:t xml:space="preserve"> </w:t>
      </w:r>
      <w:r w:rsidR="008832E0" w:rsidRPr="00D20968">
        <w:rPr>
          <w:rFonts w:ascii="Avenir Book" w:hAnsi="Avenir Book" w:cs="Arial"/>
          <w:sz w:val="24"/>
          <w:szCs w:val="24"/>
        </w:rPr>
        <w:t>–</w:t>
      </w:r>
      <w:r w:rsidRPr="00D20968">
        <w:rPr>
          <w:rFonts w:ascii="Avenir Book" w:hAnsi="Avenir Book" w:cs="Arial"/>
          <w:sz w:val="24"/>
          <w:szCs w:val="24"/>
        </w:rPr>
        <w:t xml:space="preserve"> </w:t>
      </w:r>
      <w:r w:rsidR="008832E0" w:rsidRPr="00D20968">
        <w:rPr>
          <w:rFonts w:ascii="Avenir Book" w:hAnsi="Avenir Book" w:cs="Arial"/>
          <w:sz w:val="24"/>
          <w:szCs w:val="24"/>
        </w:rPr>
        <w:t>Sara McLaughlin</w:t>
      </w:r>
      <w:r w:rsidR="00D05A7F">
        <w:rPr>
          <w:rFonts w:ascii="Avenir Book" w:hAnsi="Avenir Book" w:cs="Arial"/>
          <w:sz w:val="24"/>
          <w:szCs w:val="24"/>
        </w:rPr>
        <w:t xml:space="preserve"> </w:t>
      </w:r>
      <w:r w:rsidR="00B4117D">
        <w:rPr>
          <w:rFonts w:ascii="Avenir Book" w:hAnsi="Avenir Book" w:cs="Arial"/>
          <w:sz w:val="24"/>
          <w:szCs w:val="24"/>
        </w:rPr>
        <w:t xml:space="preserve">– recommendation </w:t>
      </w:r>
      <w:r w:rsidR="00475B1E">
        <w:rPr>
          <w:rFonts w:ascii="Avenir Book" w:hAnsi="Avenir Book" w:cs="Arial"/>
          <w:sz w:val="24"/>
          <w:szCs w:val="24"/>
        </w:rPr>
        <w:t xml:space="preserve">for a selection of plans that are </w:t>
      </w:r>
      <w:r w:rsidR="00CF30EB">
        <w:rPr>
          <w:rFonts w:ascii="Avenir Book" w:hAnsi="Avenir Book" w:cs="Arial"/>
          <w:sz w:val="24"/>
          <w:szCs w:val="24"/>
        </w:rPr>
        <w:t>comprehensive,</w:t>
      </w:r>
      <w:r w:rsidR="00475B1E">
        <w:rPr>
          <w:rFonts w:ascii="Avenir Book" w:hAnsi="Avenir Book" w:cs="Arial"/>
          <w:sz w:val="24"/>
          <w:szCs w:val="24"/>
        </w:rPr>
        <w:t xml:space="preserve"> and budget minded, and a discussion to grandfather POS A.</w:t>
      </w:r>
    </w:p>
    <w:p w14:paraId="7F056B5D" w14:textId="77777777" w:rsidR="007A7FCE" w:rsidRPr="00FD5090" w:rsidRDefault="007A7FCE" w:rsidP="007A7FCE">
      <w:pPr>
        <w:numPr>
          <w:ilvl w:val="0"/>
          <w:numId w:val="24"/>
        </w:numPr>
        <w:spacing w:after="0" w:line="240" w:lineRule="auto"/>
        <w:rPr>
          <w:rFonts w:ascii="Avenir Book" w:hAnsi="Avenir Book" w:cs="Calibri"/>
          <w:color w:val="000000" w:themeColor="text1"/>
          <w:sz w:val="24"/>
          <w:szCs w:val="24"/>
        </w:rPr>
      </w:pPr>
      <w:r>
        <w:rPr>
          <w:rFonts w:ascii="Avenir Book" w:eastAsia="Times New Roman" w:hAnsi="Avenir Book" w:cs="Times New Roman"/>
          <w:color w:val="000000" w:themeColor="text1"/>
          <w:sz w:val="24"/>
          <w:szCs w:val="24"/>
        </w:rPr>
        <w:t>One Stop Certification Process &amp; Resolution</w:t>
      </w:r>
    </w:p>
    <w:p w14:paraId="715EB641" w14:textId="20B90D34" w:rsidR="000A159A" w:rsidRPr="007A7FCE" w:rsidRDefault="000A159A" w:rsidP="000A159A">
      <w:pPr>
        <w:numPr>
          <w:ilvl w:val="0"/>
          <w:numId w:val="24"/>
        </w:numPr>
        <w:spacing w:after="0" w:line="240" w:lineRule="auto"/>
        <w:rPr>
          <w:rFonts w:ascii="Avenir Book" w:hAnsi="Avenir Book" w:cs="Calibri"/>
          <w:color w:val="000000" w:themeColor="text1"/>
          <w:sz w:val="24"/>
          <w:szCs w:val="24"/>
        </w:rPr>
      </w:pPr>
      <w:r w:rsidRPr="00D20968">
        <w:rPr>
          <w:rFonts w:ascii="Avenir Book" w:eastAsia="Times New Roman" w:hAnsi="Avenir Book" w:cs="Times New Roman"/>
          <w:color w:val="000000" w:themeColor="text1"/>
          <w:sz w:val="24"/>
          <w:szCs w:val="24"/>
        </w:rPr>
        <w:t xml:space="preserve">Bylaws - Corporate Entity </w:t>
      </w:r>
    </w:p>
    <w:p w14:paraId="4AE4CCB3" w14:textId="4233C6BE" w:rsidR="007D082A" w:rsidRPr="007D082A" w:rsidRDefault="007D082A" w:rsidP="007D082A">
      <w:pPr>
        <w:numPr>
          <w:ilvl w:val="0"/>
          <w:numId w:val="24"/>
        </w:numPr>
        <w:spacing w:after="0" w:line="240" w:lineRule="auto"/>
        <w:rPr>
          <w:rFonts w:ascii="Avenir Book" w:hAnsi="Avenir Book" w:cs="Calibri"/>
          <w:color w:val="000000" w:themeColor="text1"/>
          <w:sz w:val="24"/>
          <w:szCs w:val="24"/>
        </w:rPr>
      </w:pPr>
      <w:r w:rsidRPr="00D20968">
        <w:rPr>
          <w:rFonts w:ascii="Avenir Book" w:eastAsia="Times New Roman" w:hAnsi="Avenir Book" w:cs="Times New Roman"/>
          <w:color w:val="000000" w:themeColor="text1"/>
          <w:sz w:val="24"/>
          <w:szCs w:val="24"/>
        </w:rPr>
        <w:t>PY 19 USDOL Performance Audit Update</w:t>
      </w:r>
      <w:r w:rsidR="00475B1E">
        <w:rPr>
          <w:rFonts w:ascii="Avenir Book" w:eastAsia="Times New Roman" w:hAnsi="Avenir Book" w:cs="Times New Roman"/>
          <w:color w:val="000000" w:themeColor="text1"/>
          <w:sz w:val="24"/>
          <w:szCs w:val="24"/>
        </w:rPr>
        <w:t xml:space="preserve"> </w:t>
      </w:r>
    </w:p>
    <w:p w14:paraId="41934C9B" w14:textId="66660F88" w:rsidR="001C6175" w:rsidRPr="00D20968" w:rsidRDefault="001C6175" w:rsidP="00D81DDB">
      <w:pPr>
        <w:numPr>
          <w:ilvl w:val="0"/>
          <w:numId w:val="24"/>
        </w:numPr>
        <w:spacing w:after="0" w:line="240" w:lineRule="auto"/>
        <w:textAlignment w:val="center"/>
        <w:rPr>
          <w:rFonts w:ascii="Avenir Book" w:hAnsi="Avenir Book" w:cs="Arial"/>
          <w:sz w:val="24"/>
          <w:szCs w:val="24"/>
        </w:rPr>
      </w:pPr>
      <w:r w:rsidRPr="00D20968">
        <w:rPr>
          <w:rFonts w:ascii="Avenir Book" w:hAnsi="Avenir Book" w:cs="Arial"/>
          <w:sz w:val="24"/>
          <w:szCs w:val="24"/>
        </w:rPr>
        <w:t xml:space="preserve">Update - Eastern Maine Development Corporation (EMDC) </w:t>
      </w:r>
      <w:r w:rsidR="00475B1E">
        <w:rPr>
          <w:rFonts w:ascii="Avenir Book" w:hAnsi="Avenir Book" w:cs="Arial"/>
          <w:sz w:val="24"/>
          <w:szCs w:val="24"/>
        </w:rPr>
        <w:t>(Verbal)</w:t>
      </w:r>
    </w:p>
    <w:p w14:paraId="0435B0FC" w14:textId="277A4250" w:rsidR="00D81DDB" w:rsidRPr="00A470B2" w:rsidRDefault="00164427" w:rsidP="00D81DDB">
      <w:pPr>
        <w:numPr>
          <w:ilvl w:val="0"/>
          <w:numId w:val="24"/>
        </w:numPr>
        <w:spacing w:after="0" w:line="240" w:lineRule="auto"/>
        <w:rPr>
          <w:rFonts w:ascii="Avenir Book" w:hAnsi="Avenir Book" w:cs="Calibri"/>
          <w:color w:val="000000" w:themeColor="text1"/>
          <w:sz w:val="24"/>
          <w:szCs w:val="24"/>
        </w:rPr>
      </w:pPr>
      <w:r w:rsidRPr="00D20968">
        <w:rPr>
          <w:rFonts w:ascii="Avenir Book" w:eastAsia="Times New Roman" w:hAnsi="Avenir Book" w:cs="Times New Roman"/>
          <w:color w:val="000000" w:themeColor="text1"/>
          <w:sz w:val="24"/>
          <w:szCs w:val="24"/>
        </w:rPr>
        <w:t xml:space="preserve">Industry Sector Status </w:t>
      </w:r>
      <w:r w:rsidR="00475B1E">
        <w:rPr>
          <w:rFonts w:ascii="Avenir Book" w:eastAsia="Times New Roman" w:hAnsi="Avenir Book" w:cs="Times New Roman"/>
          <w:color w:val="000000" w:themeColor="text1"/>
          <w:sz w:val="24"/>
          <w:szCs w:val="24"/>
        </w:rPr>
        <w:t>– (Verbal)</w:t>
      </w:r>
    </w:p>
    <w:p w14:paraId="23127734" w14:textId="528B21D2" w:rsidR="00164427" w:rsidRPr="00F00C4C" w:rsidRDefault="007417D0" w:rsidP="00D81DDB">
      <w:pPr>
        <w:numPr>
          <w:ilvl w:val="0"/>
          <w:numId w:val="24"/>
        </w:numPr>
        <w:spacing w:after="0" w:line="240" w:lineRule="auto"/>
        <w:rPr>
          <w:rFonts w:ascii="Avenir Book" w:hAnsi="Avenir Book" w:cs="Calibri"/>
          <w:color w:val="000000" w:themeColor="text1"/>
          <w:sz w:val="24"/>
          <w:szCs w:val="24"/>
        </w:rPr>
      </w:pPr>
      <w:r w:rsidRPr="00D20968">
        <w:rPr>
          <w:rFonts w:ascii="Avenir Book" w:eastAsia="Times New Roman" w:hAnsi="Avenir Book" w:cs="Times New Roman"/>
          <w:color w:val="000000" w:themeColor="text1"/>
          <w:sz w:val="24"/>
          <w:szCs w:val="24"/>
        </w:rPr>
        <w:t>New</w:t>
      </w:r>
      <w:r w:rsidR="0020672E" w:rsidRPr="00D20968">
        <w:rPr>
          <w:rFonts w:ascii="Avenir Book" w:eastAsia="Times New Roman" w:hAnsi="Avenir Book" w:cs="Times New Roman"/>
          <w:color w:val="000000" w:themeColor="text1"/>
          <w:sz w:val="24"/>
          <w:szCs w:val="24"/>
        </w:rPr>
        <w:t xml:space="preserve"> Employee Introduction</w:t>
      </w:r>
      <w:r w:rsidR="00A470B2">
        <w:rPr>
          <w:rFonts w:ascii="Avenir Book" w:eastAsia="Times New Roman" w:hAnsi="Avenir Book" w:cs="Times New Roman"/>
          <w:color w:val="000000" w:themeColor="text1"/>
          <w:sz w:val="24"/>
          <w:szCs w:val="24"/>
        </w:rPr>
        <w:t xml:space="preserve"> </w:t>
      </w:r>
      <w:r w:rsidR="00475B1E">
        <w:rPr>
          <w:rFonts w:ascii="Avenir Book" w:eastAsia="Times New Roman" w:hAnsi="Avenir Book" w:cs="Times New Roman"/>
          <w:color w:val="000000" w:themeColor="text1"/>
          <w:sz w:val="24"/>
          <w:szCs w:val="24"/>
        </w:rPr>
        <w:t>– (Verbal)</w:t>
      </w:r>
    </w:p>
    <w:p w14:paraId="3CD9C26B" w14:textId="0904694B" w:rsidR="00874CA5" w:rsidRPr="00D20968" w:rsidRDefault="00874CA5" w:rsidP="00E643EF">
      <w:pPr>
        <w:spacing w:after="0" w:line="240" w:lineRule="auto"/>
        <w:rPr>
          <w:rFonts w:ascii="Avenir Book" w:eastAsia="Times New Roman" w:hAnsi="Avenir Book" w:cs="Times New Roman"/>
          <w:color w:val="000000" w:themeColor="text1"/>
          <w:sz w:val="24"/>
          <w:szCs w:val="24"/>
        </w:rPr>
      </w:pPr>
    </w:p>
    <w:p w14:paraId="0948120E" w14:textId="77777777" w:rsidR="00874CA5" w:rsidRPr="00D20968" w:rsidRDefault="00874CA5" w:rsidP="00E643EF">
      <w:pPr>
        <w:spacing w:after="0" w:line="240" w:lineRule="auto"/>
        <w:rPr>
          <w:rFonts w:ascii="Avenir Book" w:eastAsia="Times New Roman" w:hAnsi="Avenir Book" w:cs="Times New Roman"/>
          <w:color w:val="000000" w:themeColor="text1"/>
          <w:sz w:val="24"/>
          <w:szCs w:val="24"/>
        </w:rPr>
      </w:pPr>
    </w:p>
    <w:p w14:paraId="31A60EC3" w14:textId="77777777" w:rsidR="00E643EF" w:rsidRPr="00D20968" w:rsidRDefault="00E643EF" w:rsidP="00E643EF">
      <w:pPr>
        <w:spacing w:after="0" w:line="240" w:lineRule="auto"/>
        <w:ind w:left="-90"/>
        <w:textAlignment w:val="center"/>
        <w:rPr>
          <w:rFonts w:ascii="Avenir Book" w:hAnsi="Avenir Book" w:cs="Arial"/>
          <w:b/>
          <w:bCs/>
          <w:sz w:val="24"/>
          <w:szCs w:val="24"/>
        </w:rPr>
      </w:pPr>
      <w:r w:rsidRPr="00D20968">
        <w:rPr>
          <w:rFonts w:ascii="Avenir Book" w:hAnsi="Avenir Book" w:cs="Arial"/>
          <w:b/>
          <w:bCs/>
          <w:sz w:val="24"/>
          <w:szCs w:val="24"/>
        </w:rPr>
        <w:t xml:space="preserve">Future Full Board Meetings: </w:t>
      </w:r>
    </w:p>
    <w:p w14:paraId="39602019" w14:textId="6FD04AC5" w:rsidR="00E643EF" w:rsidRPr="00D20968" w:rsidRDefault="00E643EF" w:rsidP="00FD5090">
      <w:pPr>
        <w:spacing w:after="0" w:line="240" w:lineRule="auto"/>
        <w:textAlignment w:val="center"/>
        <w:rPr>
          <w:rFonts w:ascii="Avenir Book" w:hAnsi="Avenir Book"/>
          <w:color w:val="1F3864" w:themeColor="accent1" w:themeShade="80"/>
          <w:sz w:val="24"/>
          <w:szCs w:val="24"/>
        </w:rPr>
      </w:pPr>
      <w:r w:rsidRPr="00D20968">
        <w:rPr>
          <w:rFonts w:ascii="Avenir Book" w:hAnsi="Avenir Book" w:cs="Arial"/>
          <w:sz w:val="24"/>
          <w:szCs w:val="24"/>
        </w:rPr>
        <w:t xml:space="preserve">12/16/20 Wed 9:00 am;  </w:t>
      </w:r>
      <w:hyperlink r:id="rId8" w:history="1">
        <w:r w:rsidR="00DA20FB" w:rsidRPr="00D20968">
          <w:rPr>
            <w:rStyle w:val="Hyperlink"/>
            <w:rFonts w:ascii="Avenir Book" w:hAnsi="Avenir Book" w:cs="Arial"/>
            <w:sz w:val="24"/>
            <w:szCs w:val="24"/>
          </w:rPr>
          <w:t>https://</w:t>
        </w:r>
        <w:proofErr w:type="spellStart"/>
        <w:r w:rsidR="00DA20FB" w:rsidRPr="00D20968">
          <w:rPr>
            <w:rStyle w:val="Hyperlink"/>
            <w:rFonts w:ascii="Avenir Book" w:hAnsi="Avenir Book" w:cs="Arial"/>
            <w:sz w:val="24"/>
            <w:szCs w:val="24"/>
          </w:rPr>
          <w:t>zoom.us</w:t>
        </w:r>
        <w:proofErr w:type="spellEnd"/>
        <w:r w:rsidR="00DA20FB" w:rsidRPr="00D20968">
          <w:rPr>
            <w:rStyle w:val="Hyperlink"/>
            <w:rFonts w:ascii="Avenir Book" w:hAnsi="Avenir Book" w:cs="Arial"/>
            <w:sz w:val="24"/>
            <w:szCs w:val="24"/>
          </w:rPr>
          <w:t>/j/133390547</w:t>
        </w:r>
      </w:hyperlink>
    </w:p>
    <w:p w14:paraId="5CE27508" w14:textId="08E4ECB9" w:rsidR="00DA20FB" w:rsidRPr="00D20968" w:rsidRDefault="00DA20FB" w:rsidP="00874CA5">
      <w:pPr>
        <w:pStyle w:val="ListParagraph"/>
        <w:numPr>
          <w:ilvl w:val="0"/>
          <w:numId w:val="27"/>
        </w:numPr>
        <w:spacing w:after="0" w:line="240" w:lineRule="auto"/>
        <w:textAlignment w:val="center"/>
        <w:rPr>
          <w:rFonts w:ascii="Avenir Book" w:hAnsi="Avenir Book"/>
          <w:color w:val="1F3864" w:themeColor="accent1" w:themeShade="80"/>
          <w:sz w:val="24"/>
          <w:szCs w:val="24"/>
        </w:rPr>
      </w:pPr>
      <w:r w:rsidRPr="00D20968">
        <w:rPr>
          <w:rFonts w:ascii="Avenir Book" w:hAnsi="Avenir Book" w:cs="Arial"/>
          <w:sz w:val="24"/>
          <w:szCs w:val="24"/>
        </w:rPr>
        <w:t>12/02/2020 Proposed Agenda to EC Operational</w:t>
      </w:r>
    </w:p>
    <w:p w14:paraId="515A2FCD" w14:textId="430A5434" w:rsidR="00DA20FB" w:rsidRPr="00D20968" w:rsidRDefault="00DA20FB" w:rsidP="00874CA5">
      <w:pPr>
        <w:pStyle w:val="ListParagraph"/>
        <w:numPr>
          <w:ilvl w:val="0"/>
          <w:numId w:val="27"/>
        </w:numPr>
        <w:spacing w:after="0" w:line="240" w:lineRule="auto"/>
        <w:textAlignment w:val="center"/>
        <w:rPr>
          <w:rFonts w:ascii="Avenir Book" w:hAnsi="Avenir Book"/>
          <w:color w:val="1F3864" w:themeColor="accent1" w:themeShade="80"/>
          <w:sz w:val="24"/>
          <w:szCs w:val="24"/>
        </w:rPr>
      </w:pPr>
      <w:r w:rsidRPr="00D20968">
        <w:rPr>
          <w:rFonts w:ascii="Avenir Book" w:hAnsi="Avenir Book" w:cs="Arial"/>
          <w:sz w:val="24"/>
          <w:szCs w:val="24"/>
        </w:rPr>
        <w:t>12/</w:t>
      </w:r>
      <w:r w:rsidR="00CD68C7" w:rsidRPr="00D20968">
        <w:rPr>
          <w:rFonts w:ascii="Avenir Book" w:hAnsi="Avenir Book" w:cs="Arial"/>
          <w:sz w:val="24"/>
          <w:szCs w:val="24"/>
        </w:rPr>
        <w:t>09/2020 Meeting Packet to Board</w:t>
      </w:r>
    </w:p>
    <w:p w14:paraId="7EB645F0" w14:textId="77777777" w:rsidR="00E643EF" w:rsidRPr="00874CA5" w:rsidRDefault="00E643EF" w:rsidP="00874CA5">
      <w:pPr>
        <w:spacing w:after="0" w:line="240" w:lineRule="auto"/>
        <w:rPr>
          <w:rFonts w:ascii="Avenir Book" w:hAnsi="Avenir Book" w:cs="Calibri"/>
          <w:color w:val="000000" w:themeColor="text1"/>
        </w:rPr>
      </w:pPr>
    </w:p>
    <w:sectPr w:rsidR="00E643EF" w:rsidRPr="00874CA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ECAAE" w14:textId="77777777" w:rsidR="00EF1378" w:rsidRDefault="00EF1378" w:rsidP="00C844BC">
      <w:pPr>
        <w:spacing w:after="0" w:line="240" w:lineRule="auto"/>
      </w:pPr>
      <w:r>
        <w:separator/>
      </w:r>
    </w:p>
  </w:endnote>
  <w:endnote w:type="continuationSeparator" w:id="0">
    <w:p w14:paraId="43AD3F6A" w14:textId="77777777" w:rsidR="00EF1378" w:rsidRDefault="00EF1378" w:rsidP="00C84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venir Book">
    <w:altName w:val="﷽﷽﷽﷽﷽﷽﷽﷽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DB720D" w14:textId="77777777" w:rsidR="00EF1378" w:rsidRDefault="00EF1378" w:rsidP="00C844BC">
      <w:pPr>
        <w:spacing w:after="0" w:line="240" w:lineRule="auto"/>
      </w:pPr>
      <w:r>
        <w:separator/>
      </w:r>
    </w:p>
  </w:footnote>
  <w:footnote w:type="continuationSeparator" w:id="0">
    <w:p w14:paraId="0FD78253" w14:textId="77777777" w:rsidR="00EF1378" w:rsidRDefault="00EF1378" w:rsidP="00C84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89DA8" w14:textId="77777777" w:rsidR="00C844BC" w:rsidRPr="00520BFE" w:rsidRDefault="001955C2" w:rsidP="009D52E2">
    <w:pPr>
      <w:spacing w:after="0" w:line="240" w:lineRule="auto"/>
      <w:ind w:left="360"/>
      <w:jc w:val="right"/>
      <w:rPr>
        <w:sz w:val="20"/>
        <w:szCs w:val="20"/>
      </w:rPr>
    </w:pPr>
    <w:r w:rsidRPr="00520BFE">
      <w:rPr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6F234562" wp14:editId="3729B052">
          <wp:simplePos x="0" y="0"/>
          <wp:positionH relativeFrom="column">
            <wp:posOffset>-32385</wp:posOffset>
          </wp:positionH>
          <wp:positionV relativeFrom="paragraph">
            <wp:posOffset>-88900</wp:posOffset>
          </wp:positionV>
          <wp:extent cx="1066800" cy="1016000"/>
          <wp:effectExtent l="0" t="0" r="0" b="0"/>
          <wp:wrapTight wrapText="bothSides">
            <wp:wrapPolygon edited="0">
              <wp:start x="0" y="0"/>
              <wp:lineTo x="0" y="21330"/>
              <wp:lineTo x="21343" y="21330"/>
              <wp:lineTo x="21343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10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454" w:rsidRPr="00520BFE">
      <w:rPr>
        <w:rFonts w:ascii="Avenir Book" w:hAnsi="Avenir Book" w:cs="Arial"/>
        <w:b/>
        <w:bCs/>
        <w:noProof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36E45"/>
    <w:multiLevelType w:val="hybridMultilevel"/>
    <w:tmpl w:val="AF4ED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80F9E"/>
    <w:multiLevelType w:val="hybridMultilevel"/>
    <w:tmpl w:val="96B87B4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F97092"/>
    <w:multiLevelType w:val="hybridMultilevel"/>
    <w:tmpl w:val="996E9ED8"/>
    <w:lvl w:ilvl="0" w:tplc="6C325B8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1308"/>
    <w:multiLevelType w:val="multilevel"/>
    <w:tmpl w:val="8BD62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374C89"/>
    <w:multiLevelType w:val="hybridMultilevel"/>
    <w:tmpl w:val="D9EE2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E686C"/>
    <w:multiLevelType w:val="hybridMultilevel"/>
    <w:tmpl w:val="AF4ED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32091"/>
    <w:multiLevelType w:val="hybridMultilevel"/>
    <w:tmpl w:val="01FA2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F440A"/>
    <w:multiLevelType w:val="multilevel"/>
    <w:tmpl w:val="01660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535198C"/>
    <w:multiLevelType w:val="multilevel"/>
    <w:tmpl w:val="2EFA9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417021"/>
    <w:multiLevelType w:val="multilevel"/>
    <w:tmpl w:val="C3809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0" w15:restartNumberingAfterBreak="0">
    <w:nsid w:val="28AD20BF"/>
    <w:multiLevelType w:val="hybridMultilevel"/>
    <w:tmpl w:val="13E495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9F796D"/>
    <w:multiLevelType w:val="multilevel"/>
    <w:tmpl w:val="2EFA96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2" w15:restartNumberingAfterBreak="0">
    <w:nsid w:val="3B2F4C48"/>
    <w:multiLevelType w:val="hybridMultilevel"/>
    <w:tmpl w:val="7630A1F2"/>
    <w:lvl w:ilvl="0" w:tplc="3ADEDA8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4AC9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B623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960B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3CFB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AE31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2496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A5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3E0C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B66D15"/>
    <w:multiLevelType w:val="hybridMultilevel"/>
    <w:tmpl w:val="08668480"/>
    <w:lvl w:ilvl="0" w:tplc="881C0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3493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7EF0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DA1D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260A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0476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BCA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30E9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6E1C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AC7B2A"/>
    <w:multiLevelType w:val="hybridMultilevel"/>
    <w:tmpl w:val="AE52264C"/>
    <w:lvl w:ilvl="0" w:tplc="A6AC80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456E9"/>
    <w:multiLevelType w:val="multilevel"/>
    <w:tmpl w:val="2EFA96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6" w15:restartNumberingAfterBreak="0">
    <w:nsid w:val="4385063C"/>
    <w:multiLevelType w:val="hybridMultilevel"/>
    <w:tmpl w:val="C56674B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746051E"/>
    <w:multiLevelType w:val="multilevel"/>
    <w:tmpl w:val="01660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572A1C3B"/>
    <w:multiLevelType w:val="hybridMultilevel"/>
    <w:tmpl w:val="5EAEAD7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A5F43BB"/>
    <w:multiLevelType w:val="hybridMultilevel"/>
    <w:tmpl w:val="49E682B6"/>
    <w:lvl w:ilvl="0" w:tplc="F02081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027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0CD7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B08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56C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CE09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3645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CAB9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0611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D223609"/>
    <w:multiLevelType w:val="hybridMultilevel"/>
    <w:tmpl w:val="7A22E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A1E49"/>
    <w:multiLevelType w:val="hybridMultilevel"/>
    <w:tmpl w:val="17325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BE606D"/>
    <w:multiLevelType w:val="hybridMultilevel"/>
    <w:tmpl w:val="064E27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CCB7298"/>
    <w:multiLevelType w:val="hybridMultilevel"/>
    <w:tmpl w:val="9B3E0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7123D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9CF549C"/>
    <w:multiLevelType w:val="hybridMultilevel"/>
    <w:tmpl w:val="66CAB14C"/>
    <w:lvl w:ilvl="0" w:tplc="46B26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18A2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4619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84B9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C86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269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F48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B635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6890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  <w:lvlOverride w:ilvl="0">
      <w:startOverride w:val="1"/>
    </w:lvlOverride>
  </w:num>
  <w:num w:numId="2">
    <w:abstractNumId w:val="8"/>
    <w:lvlOverride w:ilvl="0"/>
    <w:lvlOverride w:ilvl="1">
      <w:startOverride w:val="1"/>
    </w:lvlOverride>
  </w:num>
  <w:num w:numId="3">
    <w:abstractNumId w:val="20"/>
  </w:num>
  <w:num w:numId="4">
    <w:abstractNumId w:val="4"/>
  </w:num>
  <w:num w:numId="5">
    <w:abstractNumId w:val="2"/>
  </w:num>
  <w:num w:numId="6">
    <w:abstractNumId w:val="13"/>
  </w:num>
  <w:num w:numId="7">
    <w:abstractNumId w:val="12"/>
  </w:num>
  <w:num w:numId="8">
    <w:abstractNumId w:val="6"/>
  </w:num>
  <w:num w:numId="9">
    <w:abstractNumId w:val="21"/>
  </w:num>
  <w:num w:numId="10">
    <w:abstractNumId w:val="5"/>
  </w:num>
  <w:num w:numId="11">
    <w:abstractNumId w:val="0"/>
  </w:num>
  <w:num w:numId="12">
    <w:abstractNumId w:val="25"/>
  </w:num>
  <w:num w:numId="13">
    <w:abstractNumId w:val="18"/>
  </w:num>
  <w:num w:numId="14">
    <w:abstractNumId w:val="9"/>
  </w:num>
  <w:num w:numId="15">
    <w:abstractNumId w:val="11"/>
  </w:num>
  <w:num w:numId="16">
    <w:abstractNumId w:val="24"/>
  </w:num>
  <w:num w:numId="17">
    <w:abstractNumId w:val="7"/>
  </w:num>
  <w:num w:numId="18">
    <w:abstractNumId w:val="15"/>
  </w:num>
  <w:num w:numId="19">
    <w:abstractNumId w:val="23"/>
  </w:num>
  <w:num w:numId="20">
    <w:abstractNumId w:val="19"/>
  </w:num>
  <w:num w:numId="21">
    <w:abstractNumId w:val="17"/>
  </w:num>
  <w:num w:numId="22">
    <w:abstractNumId w:val="1"/>
  </w:num>
  <w:num w:numId="23">
    <w:abstractNumId w:val="3"/>
  </w:num>
  <w:num w:numId="24">
    <w:abstractNumId w:val="14"/>
  </w:num>
  <w:num w:numId="25">
    <w:abstractNumId w:val="16"/>
  </w:num>
  <w:num w:numId="26">
    <w:abstractNumId w:val="22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73C"/>
    <w:rsid w:val="00004CC4"/>
    <w:rsid w:val="0001773C"/>
    <w:rsid w:val="00042245"/>
    <w:rsid w:val="00043971"/>
    <w:rsid w:val="0005278A"/>
    <w:rsid w:val="0006335F"/>
    <w:rsid w:val="00071628"/>
    <w:rsid w:val="0008664C"/>
    <w:rsid w:val="000A159A"/>
    <w:rsid w:val="000A453B"/>
    <w:rsid w:val="000A5965"/>
    <w:rsid w:val="000A671A"/>
    <w:rsid w:val="000B47AE"/>
    <w:rsid w:val="000C2DDB"/>
    <w:rsid w:val="000C5AE7"/>
    <w:rsid w:val="000D0E01"/>
    <w:rsid w:val="000D4C1B"/>
    <w:rsid w:val="00101454"/>
    <w:rsid w:val="00102557"/>
    <w:rsid w:val="00115359"/>
    <w:rsid w:val="00122846"/>
    <w:rsid w:val="00130634"/>
    <w:rsid w:val="00154FC3"/>
    <w:rsid w:val="00164427"/>
    <w:rsid w:val="001955C2"/>
    <w:rsid w:val="001B7C8D"/>
    <w:rsid w:val="001C6175"/>
    <w:rsid w:val="001D2F2E"/>
    <w:rsid w:val="001D7109"/>
    <w:rsid w:val="001E3B8B"/>
    <w:rsid w:val="001F3D81"/>
    <w:rsid w:val="0020672E"/>
    <w:rsid w:val="00210032"/>
    <w:rsid w:val="00223589"/>
    <w:rsid w:val="00233B94"/>
    <w:rsid w:val="0023445D"/>
    <w:rsid w:val="00236F46"/>
    <w:rsid w:val="0024072E"/>
    <w:rsid w:val="00256D28"/>
    <w:rsid w:val="002603C1"/>
    <w:rsid w:val="002643C9"/>
    <w:rsid w:val="00264B27"/>
    <w:rsid w:val="002A71F6"/>
    <w:rsid w:val="002C1D05"/>
    <w:rsid w:val="002D4245"/>
    <w:rsid w:val="002F3BD1"/>
    <w:rsid w:val="003111DF"/>
    <w:rsid w:val="00317FDA"/>
    <w:rsid w:val="00336236"/>
    <w:rsid w:val="00347A18"/>
    <w:rsid w:val="00361AC6"/>
    <w:rsid w:val="003904DA"/>
    <w:rsid w:val="00392279"/>
    <w:rsid w:val="003B1057"/>
    <w:rsid w:val="003C23AF"/>
    <w:rsid w:val="003C3A28"/>
    <w:rsid w:val="003C566B"/>
    <w:rsid w:val="003C5CE6"/>
    <w:rsid w:val="003E178B"/>
    <w:rsid w:val="003E2582"/>
    <w:rsid w:val="003F163B"/>
    <w:rsid w:val="00403A2D"/>
    <w:rsid w:val="00411A67"/>
    <w:rsid w:val="004303D7"/>
    <w:rsid w:val="00435D17"/>
    <w:rsid w:val="00440144"/>
    <w:rsid w:val="00472B13"/>
    <w:rsid w:val="00475B1E"/>
    <w:rsid w:val="00483375"/>
    <w:rsid w:val="004C3D93"/>
    <w:rsid w:val="004D146D"/>
    <w:rsid w:val="004D5E09"/>
    <w:rsid w:val="004F052C"/>
    <w:rsid w:val="004F34B8"/>
    <w:rsid w:val="00515139"/>
    <w:rsid w:val="00520BFE"/>
    <w:rsid w:val="00523321"/>
    <w:rsid w:val="00532AD5"/>
    <w:rsid w:val="005375E4"/>
    <w:rsid w:val="00541758"/>
    <w:rsid w:val="00551551"/>
    <w:rsid w:val="005541EC"/>
    <w:rsid w:val="00554D9C"/>
    <w:rsid w:val="00557265"/>
    <w:rsid w:val="00580C01"/>
    <w:rsid w:val="005B07D5"/>
    <w:rsid w:val="005D349E"/>
    <w:rsid w:val="005D5124"/>
    <w:rsid w:val="005E260E"/>
    <w:rsid w:val="005E277C"/>
    <w:rsid w:val="005F1B00"/>
    <w:rsid w:val="0061308B"/>
    <w:rsid w:val="0062283A"/>
    <w:rsid w:val="00630358"/>
    <w:rsid w:val="00637F87"/>
    <w:rsid w:val="00651623"/>
    <w:rsid w:val="00653014"/>
    <w:rsid w:val="00663669"/>
    <w:rsid w:val="0067416F"/>
    <w:rsid w:val="0067494B"/>
    <w:rsid w:val="00674CC0"/>
    <w:rsid w:val="00676FBA"/>
    <w:rsid w:val="0068404C"/>
    <w:rsid w:val="00690C99"/>
    <w:rsid w:val="006938F7"/>
    <w:rsid w:val="00697BED"/>
    <w:rsid w:val="006A3E92"/>
    <w:rsid w:val="006E4D4D"/>
    <w:rsid w:val="006E6DD1"/>
    <w:rsid w:val="00717D9B"/>
    <w:rsid w:val="00726DB9"/>
    <w:rsid w:val="007417D0"/>
    <w:rsid w:val="007558C1"/>
    <w:rsid w:val="00766B3E"/>
    <w:rsid w:val="00767537"/>
    <w:rsid w:val="007A3E83"/>
    <w:rsid w:val="007A421D"/>
    <w:rsid w:val="007A7FCE"/>
    <w:rsid w:val="007B0CFA"/>
    <w:rsid w:val="007C53B1"/>
    <w:rsid w:val="007C7D41"/>
    <w:rsid w:val="007D082A"/>
    <w:rsid w:val="007D1F55"/>
    <w:rsid w:val="007D7ADC"/>
    <w:rsid w:val="007F6502"/>
    <w:rsid w:val="008256E9"/>
    <w:rsid w:val="00827CB4"/>
    <w:rsid w:val="008328EE"/>
    <w:rsid w:val="00863049"/>
    <w:rsid w:val="00874CA5"/>
    <w:rsid w:val="00883133"/>
    <w:rsid w:val="008832E0"/>
    <w:rsid w:val="00891C84"/>
    <w:rsid w:val="008B4430"/>
    <w:rsid w:val="008B72FC"/>
    <w:rsid w:val="008E6FCE"/>
    <w:rsid w:val="008F0C64"/>
    <w:rsid w:val="009164C6"/>
    <w:rsid w:val="0095154A"/>
    <w:rsid w:val="0095660E"/>
    <w:rsid w:val="00973E20"/>
    <w:rsid w:val="00977A9D"/>
    <w:rsid w:val="009826AC"/>
    <w:rsid w:val="009A18B9"/>
    <w:rsid w:val="009A2126"/>
    <w:rsid w:val="009A570C"/>
    <w:rsid w:val="009A591B"/>
    <w:rsid w:val="009B6EBD"/>
    <w:rsid w:val="009D14A5"/>
    <w:rsid w:val="009D52E2"/>
    <w:rsid w:val="009E3AF8"/>
    <w:rsid w:val="009E4175"/>
    <w:rsid w:val="009E5434"/>
    <w:rsid w:val="00A043D0"/>
    <w:rsid w:val="00A26B0A"/>
    <w:rsid w:val="00A43AC3"/>
    <w:rsid w:val="00A470B2"/>
    <w:rsid w:val="00A507B2"/>
    <w:rsid w:val="00A526E5"/>
    <w:rsid w:val="00A55BAD"/>
    <w:rsid w:val="00A76E25"/>
    <w:rsid w:val="00A848B5"/>
    <w:rsid w:val="00AA05B7"/>
    <w:rsid w:val="00AB3806"/>
    <w:rsid w:val="00AC1222"/>
    <w:rsid w:val="00AC7629"/>
    <w:rsid w:val="00AD50D0"/>
    <w:rsid w:val="00AF1F85"/>
    <w:rsid w:val="00AF2224"/>
    <w:rsid w:val="00B03DF8"/>
    <w:rsid w:val="00B03E92"/>
    <w:rsid w:val="00B10473"/>
    <w:rsid w:val="00B10FBD"/>
    <w:rsid w:val="00B365BE"/>
    <w:rsid w:val="00B4117D"/>
    <w:rsid w:val="00B57B33"/>
    <w:rsid w:val="00B80D07"/>
    <w:rsid w:val="00B82379"/>
    <w:rsid w:val="00B871E7"/>
    <w:rsid w:val="00BA777E"/>
    <w:rsid w:val="00BC49C0"/>
    <w:rsid w:val="00BD0218"/>
    <w:rsid w:val="00BD6360"/>
    <w:rsid w:val="00BE6662"/>
    <w:rsid w:val="00BF1279"/>
    <w:rsid w:val="00C43B5F"/>
    <w:rsid w:val="00C702C9"/>
    <w:rsid w:val="00C7750F"/>
    <w:rsid w:val="00C844BC"/>
    <w:rsid w:val="00CA5E3E"/>
    <w:rsid w:val="00CB1AA8"/>
    <w:rsid w:val="00CB6BAB"/>
    <w:rsid w:val="00CC4DF7"/>
    <w:rsid w:val="00CD6862"/>
    <w:rsid w:val="00CD68C7"/>
    <w:rsid w:val="00CF2D56"/>
    <w:rsid w:val="00CF30EB"/>
    <w:rsid w:val="00CF3945"/>
    <w:rsid w:val="00D037C9"/>
    <w:rsid w:val="00D05A7F"/>
    <w:rsid w:val="00D15D7C"/>
    <w:rsid w:val="00D20968"/>
    <w:rsid w:val="00D26D10"/>
    <w:rsid w:val="00D33388"/>
    <w:rsid w:val="00D37E06"/>
    <w:rsid w:val="00D40BFC"/>
    <w:rsid w:val="00D45E67"/>
    <w:rsid w:val="00D57F1F"/>
    <w:rsid w:val="00D607C0"/>
    <w:rsid w:val="00D81DDB"/>
    <w:rsid w:val="00D9107C"/>
    <w:rsid w:val="00DA19EA"/>
    <w:rsid w:val="00DA1AEA"/>
    <w:rsid w:val="00DA20FB"/>
    <w:rsid w:val="00DC3729"/>
    <w:rsid w:val="00DD5E20"/>
    <w:rsid w:val="00DF0605"/>
    <w:rsid w:val="00DF693F"/>
    <w:rsid w:val="00E1292E"/>
    <w:rsid w:val="00E23702"/>
    <w:rsid w:val="00E33DE3"/>
    <w:rsid w:val="00E423F5"/>
    <w:rsid w:val="00E5120F"/>
    <w:rsid w:val="00E56E3D"/>
    <w:rsid w:val="00E643EF"/>
    <w:rsid w:val="00E65253"/>
    <w:rsid w:val="00E86489"/>
    <w:rsid w:val="00EA52C9"/>
    <w:rsid w:val="00EA6568"/>
    <w:rsid w:val="00ED3FE1"/>
    <w:rsid w:val="00EF1378"/>
    <w:rsid w:val="00EF25E4"/>
    <w:rsid w:val="00F00C4C"/>
    <w:rsid w:val="00F338B0"/>
    <w:rsid w:val="00F34615"/>
    <w:rsid w:val="00F36CE2"/>
    <w:rsid w:val="00F44501"/>
    <w:rsid w:val="00F5146C"/>
    <w:rsid w:val="00F813BA"/>
    <w:rsid w:val="00F866F6"/>
    <w:rsid w:val="00FA5C4C"/>
    <w:rsid w:val="00FA5E10"/>
    <w:rsid w:val="00FA6183"/>
    <w:rsid w:val="00FB7E05"/>
    <w:rsid w:val="00FC0324"/>
    <w:rsid w:val="00FC7EAE"/>
    <w:rsid w:val="00FD5090"/>
    <w:rsid w:val="00FF442B"/>
    <w:rsid w:val="00F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6E48B"/>
  <w15:chartTrackingRefBased/>
  <w15:docId w15:val="{30952BF8-0CDC-5C4E-BF29-5B953E9A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46D"/>
  </w:style>
  <w:style w:type="paragraph" w:styleId="Heading5">
    <w:name w:val="heading 5"/>
    <w:basedOn w:val="Normal"/>
    <w:next w:val="Normal"/>
    <w:link w:val="Heading5Char"/>
    <w:qFormat/>
    <w:rsid w:val="009A570C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83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FA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5C4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14A5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9A570C"/>
    <w:rPr>
      <w:rFonts w:ascii="Arial" w:eastAsia="Times New Roman" w:hAnsi="Arial" w:cs="Times New Roman"/>
      <w:b/>
      <w:i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827CB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84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4BC"/>
  </w:style>
  <w:style w:type="paragraph" w:styleId="Footer">
    <w:name w:val="footer"/>
    <w:basedOn w:val="Normal"/>
    <w:link w:val="FooterChar"/>
    <w:uiPriority w:val="99"/>
    <w:unhideWhenUsed/>
    <w:rsid w:val="00C84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4BC"/>
  </w:style>
  <w:style w:type="character" w:styleId="FollowedHyperlink">
    <w:name w:val="FollowedHyperlink"/>
    <w:basedOn w:val="DefaultParagraphFont"/>
    <w:uiPriority w:val="99"/>
    <w:semiHidden/>
    <w:unhideWhenUsed/>
    <w:rsid w:val="00475B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8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2464">
          <w:marLeft w:val="90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4110">
          <w:marLeft w:val="90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59967">
          <w:marLeft w:val="90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295">
          <w:marLeft w:val="90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5898">
          <w:marLeft w:val="90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1357">
          <w:marLeft w:val="90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3627">
          <w:marLeft w:val="90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6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1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80827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2734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4319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5698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572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4243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377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378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607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46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089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2718">
          <w:marLeft w:val="90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1608">
          <w:marLeft w:val="90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5634">
          <w:marLeft w:val="90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8664">
          <w:marLeft w:val="90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5019">
          <w:marLeft w:val="90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5491">
          <w:marLeft w:val="90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3614">
          <w:marLeft w:val="90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8414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10328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30290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11984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9447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7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1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3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om.us/j/133390547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us02web.zoom.us/j/8568063574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parklecake/Library/Group%20Containers/UBF8T346G9.Office/User%20Content.localized/Templates.localized/Agend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0ECC929FD11C40BD6AF880E18AF6EF" ma:contentTypeVersion="8" ma:contentTypeDescription="Create a new document." ma:contentTypeScope="" ma:versionID="29f7b5d503a1696d1ce774c7ad30cfb1">
  <xsd:schema xmlns:xsd="http://www.w3.org/2001/XMLSchema" xmlns:xs="http://www.w3.org/2001/XMLSchema" xmlns:p="http://schemas.microsoft.com/office/2006/metadata/properties" xmlns:ns2="7669ee70-580a-4ed5-a874-22941c68ac44" targetNamespace="http://schemas.microsoft.com/office/2006/metadata/properties" ma:root="true" ma:fieldsID="f7bc2dc4006a5cce16aaac0738fcc73e" ns2:_="">
    <xsd:import namespace="7669ee70-580a-4ed5-a874-22941c68ac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9ee70-580a-4ed5-a874-22941c68a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4D4B45-C54B-4DBD-8D80-1795FE8504E6}"/>
</file>

<file path=customXml/itemProps2.xml><?xml version="1.0" encoding="utf-8"?>
<ds:datastoreItem xmlns:ds="http://schemas.openxmlformats.org/officeDocument/2006/customXml" ds:itemID="{949216D1-148F-4EFD-9EA3-758127B20726}"/>
</file>

<file path=customXml/itemProps3.xml><?xml version="1.0" encoding="utf-8"?>
<ds:datastoreItem xmlns:ds="http://schemas.openxmlformats.org/officeDocument/2006/customXml" ds:itemID="{137E4410-DE0A-4F56-B344-D041D4C71CC8}"/>
</file>

<file path=docProps/app.xml><?xml version="1.0" encoding="utf-8"?>
<Properties xmlns="http://schemas.openxmlformats.org/officeDocument/2006/extended-properties" xmlns:vt="http://schemas.openxmlformats.org/officeDocument/2006/docPropsVTypes">
  <Template>Agenda.dotx</Template>
  <TotalTime>5</TotalTime>
  <Pages>1</Pages>
  <Words>130</Words>
  <Characters>708</Characters>
  <Application>Microsoft Office Word</Application>
  <DocSecurity>0</DocSecurity>
  <Lines>33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Mary Jones</cp:lastModifiedBy>
  <cp:revision>4</cp:revision>
  <cp:lastPrinted>2020-08-24T18:36:00Z</cp:lastPrinted>
  <dcterms:created xsi:type="dcterms:W3CDTF">2020-11-05T14:13:00Z</dcterms:created>
  <dcterms:modified xsi:type="dcterms:W3CDTF">2020-11-05T14:14:00Z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0x0101002E0ECC929FD11C40BD6AF880E18AF6EF</vt:lpwstr>
  </property>
  <property fmtid="{D5CDD505-2E9C-101B-9397-08002B2CF9AE}" pid="3" name="MediaServiceImageTags">
    <vt:lpwstr/>
  </property>
  <property fmtid="{D5CDD505-2E9C-101B-9397-08002B2CF9AE}" pid="4" name="Order">
    <vt:r8>464100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